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33B" w:rsidRPr="0043764A" w:rsidRDefault="0087733B" w:rsidP="0043764A">
      <w:pPr>
        <w:keepNext/>
        <w:widowControl w:val="0"/>
        <w:spacing w:after="0" w:line="240" w:lineRule="auto"/>
        <w:ind w:left="-1559" w:right="-1276"/>
        <w:jc w:val="center"/>
        <w:rPr>
          <w:rFonts w:ascii="Arial" w:hAnsi="Arial" w:cs="Arial"/>
          <w:b/>
          <w:caps/>
          <w:spacing w:val="70"/>
          <w:sz w:val="32"/>
          <w:szCs w:val="32"/>
        </w:rPr>
      </w:pPr>
      <w:r w:rsidRPr="0043764A">
        <w:rPr>
          <w:rFonts w:ascii="Arial" w:hAnsi="Arial" w:cs="Arial"/>
          <w:b/>
          <w:caps/>
          <w:spacing w:val="70"/>
          <w:sz w:val="32"/>
          <w:szCs w:val="32"/>
        </w:rPr>
        <w:t>администрация</w:t>
      </w:r>
    </w:p>
    <w:p w:rsidR="0087733B" w:rsidRPr="0043764A" w:rsidRDefault="0087733B" w:rsidP="0043764A">
      <w:pPr>
        <w:keepNext/>
        <w:widowControl w:val="0"/>
        <w:spacing w:after="0" w:line="240" w:lineRule="auto"/>
        <w:ind w:left="-1559" w:right="-1276"/>
        <w:jc w:val="center"/>
        <w:rPr>
          <w:rFonts w:ascii="Arial" w:hAnsi="Arial" w:cs="Arial"/>
          <w:b/>
          <w:spacing w:val="70"/>
          <w:sz w:val="32"/>
          <w:szCs w:val="32"/>
        </w:rPr>
      </w:pPr>
      <w:r w:rsidRPr="0043764A">
        <w:rPr>
          <w:rFonts w:ascii="Arial" w:hAnsi="Arial" w:cs="Arial"/>
          <w:b/>
          <w:caps/>
          <w:spacing w:val="70"/>
          <w:sz w:val="32"/>
          <w:szCs w:val="32"/>
        </w:rPr>
        <w:t>ШЕПТУХОВСКОГО СЕЛЬСОВЕТА</w:t>
      </w:r>
      <w:r w:rsidRPr="0043764A">
        <w:rPr>
          <w:rFonts w:ascii="Arial" w:hAnsi="Arial" w:cs="Arial"/>
          <w:b/>
          <w:spacing w:val="70"/>
          <w:sz w:val="32"/>
          <w:szCs w:val="32"/>
        </w:rPr>
        <w:t xml:space="preserve">  </w:t>
      </w:r>
    </w:p>
    <w:p w:rsidR="0087733B" w:rsidRPr="0043764A" w:rsidRDefault="0087733B" w:rsidP="0043764A">
      <w:pPr>
        <w:widowControl w:val="0"/>
        <w:spacing w:after="0" w:line="240" w:lineRule="auto"/>
        <w:ind w:left="-1559" w:right="-1276"/>
        <w:jc w:val="center"/>
        <w:rPr>
          <w:rFonts w:ascii="Arial" w:hAnsi="Arial" w:cs="Arial"/>
          <w:b/>
          <w:sz w:val="32"/>
          <w:szCs w:val="32"/>
        </w:rPr>
      </w:pPr>
      <w:r w:rsidRPr="0043764A">
        <w:rPr>
          <w:rFonts w:ascii="Arial" w:hAnsi="Arial" w:cs="Arial"/>
          <w:b/>
          <w:sz w:val="32"/>
          <w:szCs w:val="32"/>
        </w:rPr>
        <w:t>КОРЕНЕВСКОГО  РАЙОНА  КУРСКОЙ  ОБЛАСТИ</w:t>
      </w:r>
    </w:p>
    <w:p w:rsidR="0087733B" w:rsidRPr="0043764A" w:rsidRDefault="0087733B" w:rsidP="0043764A">
      <w:pPr>
        <w:widowControl w:val="0"/>
        <w:spacing w:after="0" w:line="240" w:lineRule="auto"/>
        <w:ind w:left="-1560" w:right="-1276"/>
        <w:jc w:val="center"/>
        <w:rPr>
          <w:rFonts w:ascii="Arial" w:hAnsi="Arial" w:cs="Arial"/>
          <w:b/>
          <w:sz w:val="32"/>
          <w:szCs w:val="32"/>
        </w:rPr>
      </w:pPr>
    </w:p>
    <w:p w:rsidR="0087733B" w:rsidRPr="0043764A" w:rsidRDefault="0087733B" w:rsidP="0043764A">
      <w:pPr>
        <w:keepNext/>
        <w:widowControl w:val="0"/>
        <w:spacing w:after="0" w:line="240" w:lineRule="auto"/>
        <w:ind w:left="-1559" w:right="-1276"/>
        <w:jc w:val="center"/>
        <w:rPr>
          <w:rFonts w:ascii="Arial" w:hAnsi="Arial" w:cs="Arial"/>
          <w:b/>
          <w:spacing w:val="76"/>
          <w:sz w:val="32"/>
          <w:szCs w:val="32"/>
        </w:rPr>
      </w:pPr>
      <w:r w:rsidRPr="0043764A">
        <w:rPr>
          <w:rFonts w:ascii="Arial" w:hAnsi="Arial" w:cs="Arial"/>
          <w:b/>
          <w:spacing w:val="76"/>
          <w:sz w:val="32"/>
          <w:szCs w:val="32"/>
        </w:rPr>
        <w:t>ПОСТАНОВЛЕНИЕ</w:t>
      </w:r>
    </w:p>
    <w:p w:rsidR="0087733B" w:rsidRPr="0043764A" w:rsidRDefault="0087733B" w:rsidP="0043764A">
      <w:pPr>
        <w:widowControl w:val="0"/>
        <w:spacing w:after="0" w:line="240" w:lineRule="auto"/>
        <w:ind w:left="-284"/>
        <w:jc w:val="center"/>
        <w:rPr>
          <w:rFonts w:ascii="Arial" w:hAnsi="Arial" w:cs="Arial"/>
          <w:b/>
          <w:sz w:val="32"/>
          <w:szCs w:val="32"/>
        </w:rPr>
      </w:pPr>
    </w:p>
    <w:p w:rsidR="0087733B" w:rsidRPr="0043764A" w:rsidRDefault="0087733B" w:rsidP="0043764A">
      <w:pPr>
        <w:widowControl w:val="0"/>
        <w:ind w:left="-284"/>
        <w:jc w:val="center"/>
        <w:rPr>
          <w:rFonts w:ascii="Arial" w:hAnsi="Arial" w:cs="Arial"/>
          <w:b/>
          <w:sz w:val="32"/>
          <w:szCs w:val="32"/>
        </w:rPr>
      </w:pPr>
      <w:r w:rsidRPr="0043764A">
        <w:rPr>
          <w:rFonts w:ascii="Arial" w:hAnsi="Arial" w:cs="Arial"/>
          <w:b/>
          <w:sz w:val="32"/>
          <w:szCs w:val="32"/>
        </w:rPr>
        <w:t>от 14 декабря 2017 года № 147</w:t>
      </w:r>
    </w:p>
    <w:p w:rsidR="0087733B" w:rsidRDefault="0087733B" w:rsidP="005025B1">
      <w:pPr>
        <w:widowControl w:val="0"/>
        <w:ind w:left="-284"/>
        <w:rPr>
          <w:b/>
          <w:sz w:val="18"/>
        </w:rPr>
      </w:pPr>
    </w:p>
    <w:p w:rsidR="0087733B" w:rsidRPr="00896344" w:rsidRDefault="0087733B" w:rsidP="00896344">
      <w:pPr>
        <w:shd w:val="clear" w:color="auto" w:fill="FFFFFF"/>
        <w:spacing w:after="0" w:line="240" w:lineRule="auto"/>
        <w:ind w:right="4819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896344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Об утверждении Программы профилактики нарушений, обязательных требований законодательства в 2018 году</w:t>
      </w:r>
    </w:p>
    <w:p w:rsidR="0087733B" w:rsidRDefault="0087733B" w:rsidP="005E3A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87733B" w:rsidRDefault="0087733B" w:rsidP="005E3A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87733B" w:rsidRPr="00C3542F" w:rsidRDefault="0087733B" w:rsidP="005E3A7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3542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соответствии с частью 1 статьи 8.2 Федерального закона от 26.12.2008 года №294-ФЗ </w:t>
      </w:r>
      <w:r w:rsidRPr="0089634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(ред. от 27.11.2017) </w:t>
      </w:r>
      <w:r w:rsidRPr="00C3542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«О защите прав юридических лиц и индивидуальных предпринимателей при осуществ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лении государственного контроля (надзора) и </w:t>
      </w:r>
      <w:r w:rsidRPr="00C3542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муниципального контроля», Уставом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Шептуховский</w:t>
      </w:r>
      <w:r w:rsidRPr="00C3542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сельсовет» Кореневского района Курской области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Администрация Шептуховского   сельсовета </w:t>
      </w:r>
      <w:r w:rsidRPr="00C3542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ПОСТАНОВЛЯЕТ:</w:t>
      </w:r>
    </w:p>
    <w:p w:rsidR="0087733B" w:rsidRPr="00C3542F" w:rsidRDefault="0087733B" w:rsidP="005E3A7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3542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1. Утвердить прилагаемую Программу профилактики нарушений, обязательных требований законодательства в 2018 году.</w:t>
      </w:r>
    </w:p>
    <w:p w:rsidR="0087733B" w:rsidRPr="00C3542F" w:rsidRDefault="0087733B" w:rsidP="005E3A71">
      <w:pPr>
        <w:shd w:val="clear" w:color="auto" w:fill="FFFFFF"/>
        <w:spacing w:after="0" w:line="240" w:lineRule="auto"/>
        <w:ind w:firstLine="700"/>
        <w:jc w:val="both"/>
        <w:textAlignment w:val="baseline"/>
        <w:rPr>
          <w:rFonts w:ascii="Times New Roman" w:hAnsi="Times New Roman"/>
          <w:color w:val="333333"/>
          <w:sz w:val="19"/>
          <w:szCs w:val="19"/>
          <w:lang w:eastAsia="ru-RU"/>
        </w:rPr>
      </w:pPr>
      <w:r w:rsidRPr="00C3542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2. Контроль за выполнением настоящего постановления возложить на заместителя Главы Администрации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Шептуховского</w:t>
      </w:r>
      <w:r w:rsidRPr="00C3542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сельсовета Ко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реневского района Е.В.Тоичкину</w:t>
      </w:r>
      <w:r w:rsidRPr="00C3542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87733B" w:rsidRPr="00C3542F" w:rsidRDefault="0087733B" w:rsidP="005E3A7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333333"/>
          <w:sz w:val="19"/>
          <w:szCs w:val="19"/>
          <w:lang w:eastAsia="ru-RU"/>
        </w:rPr>
      </w:pPr>
      <w:r w:rsidRPr="00C3542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3. Постановление вступает в силу с 1 января 2018 года и подлежит размещению на официальном сайте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Шептуховский</w:t>
      </w:r>
      <w:r w:rsidRPr="00C3542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сельсовет» Кореневского района Курской область в сети «Интернет».</w:t>
      </w:r>
    </w:p>
    <w:p w:rsidR="0087733B" w:rsidRPr="005E3A71" w:rsidRDefault="0087733B" w:rsidP="005E3A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87733B" w:rsidRDefault="0087733B" w:rsidP="005E3A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87733B" w:rsidRPr="005E3A71" w:rsidRDefault="0087733B" w:rsidP="005E3A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87733B" w:rsidRDefault="0087733B" w:rsidP="003938CB">
      <w:pPr>
        <w:shd w:val="clear" w:color="auto" w:fill="FFFFFF"/>
        <w:spacing w:after="0" w:line="240" w:lineRule="auto"/>
        <w:jc w:val="both"/>
        <w:textAlignment w:val="baseline"/>
        <w:rPr>
          <w:rFonts w:ascii="inherit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  <w:r w:rsidRPr="009F577E">
        <w:rPr>
          <w:rFonts w:ascii="inherit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Глава</w:t>
      </w:r>
      <w:r>
        <w:rPr>
          <w:rFonts w:ascii="inherit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Шептуховского сельсовета</w:t>
      </w:r>
    </w:p>
    <w:p w:rsidR="0087733B" w:rsidRDefault="0087733B" w:rsidP="005E3A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Arial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inherit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Кореневского района                                                            Е.В.Бабкина</w:t>
      </w:r>
    </w:p>
    <w:p w:rsidR="0087733B" w:rsidRDefault="0087733B" w:rsidP="005E3A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Arial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7733B" w:rsidRDefault="0087733B" w:rsidP="005E3A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Arial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7733B" w:rsidRDefault="0087733B" w:rsidP="005E3A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Arial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7733B" w:rsidRDefault="0087733B" w:rsidP="005E3A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Arial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7733B" w:rsidRDefault="0087733B" w:rsidP="005E3A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Arial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7733B" w:rsidRDefault="0087733B" w:rsidP="005E3A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Arial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7733B" w:rsidRPr="008875A7" w:rsidRDefault="0087733B" w:rsidP="005E3A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Arial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7733B" w:rsidRPr="00E115E6" w:rsidRDefault="0087733B" w:rsidP="005E3A71">
      <w:pPr>
        <w:shd w:val="clear" w:color="auto" w:fill="FFFFFF"/>
        <w:spacing w:after="0" w:line="240" w:lineRule="auto"/>
        <w:jc w:val="both"/>
        <w:textAlignment w:val="baseline"/>
        <w:rPr>
          <w:rFonts w:ascii="inherit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7733B" w:rsidRPr="009F577E" w:rsidRDefault="0087733B" w:rsidP="00896344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inherit" w:hAnsi="inherit"/>
          <w:color w:val="333333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Утверждена</w:t>
      </w:r>
    </w:p>
    <w:p w:rsidR="0087733B" w:rsidRPr="009F577E" w:rsidRDefault="0087733B" w:rsidP="00896344">
      <w:pPr>
        <w:shd w:val="clear" w:color="auto" w:fill="FFFFFF"/>
        <w:spacing w:after="0" w:line="240" w:lineRule="auto"/>
        <w:ind w:left="5103"/>
        <w:jc w:val="both"/>
        <w:textAlignment w:val="baseline"/>
        <w:rPr>
          <w:rFonts w:ascii="inherit" w:hAnsi="inherit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r w:rsidRPr="009F577E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остановлени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ем </w:t>
      </w:r>
      <w:r w:rsidRPr="009F577E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Администрации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Шептуховского сельсовета Кореневского района Курской области</w:t>
      </w:r>
    </w:p>
    <w:p w:rsidR="0087733B" w:rsidRDefault="0087733B" w:rsidP="00896344">
      <w:pPr>
        <w:shd w:val="clear" w:color="auto" w:fill="FFFFFF"/>
        <w:spacing w:after="0" w:line="240" w:lineRule="auto"/>
        <w:ind w:left="5103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9F577E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14.12.2017 </w:t>
      </w:r>
    </w:p>
    <w:p w:rsidR="0087733B" w:rsidRPr="005E3A71" w:rsidRDefault="0087733B" w:rsidP="005E3A71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87733B" w:rsidRPr="005E3A71" w:rsidRDefault="0087733B" w:rsidP="009F577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5E3A71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Программа </w:t>
      </w:r>
    </w:p>
    <w:p w:rsidR="0087733B" w:rsidRPr="003938CB" w:rsidRDefault="0087733B" w:rsidP="005E3A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5E3A71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профилактики нарушений, обязательных требований</w:t>
      </w:r>
    </w:p>
    <w:p w:rsidR="0087733B" w:rsidRPr="005E3A71" w:rsidRDefault="0087733B" w:rsidP="005E3A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5E3A71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законодательства в 2018 году </w:t>
      </w:r>
    </w:p>
    <w:p w:rsidR="0087733B" w:rsidRPr="005E3A71" w:rsidRDefault="0087733B" w:rsidP="005E3A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7733B" w:rsidRPr="005E3A71" w:rsidRDefault="0087733B" w:rsidP="005E3A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smartTag w:uri="urn:schemas-microsoft-com:office:smarttags" w:element="place">
        <w:r>
          <w:rPr>
            <w:rFonts w:ascii="Times New Roman" w:hAnsi="Times New Roman"/>
            <w:b/>
            <w:bCs/>
            <w:color w:val="000000"/>
            <w:sz w:val="28"/>
            <w:szCs w:val="28"/>
            <w:bdr w:val="none" w:sz="0" w:space="0" w:color="auto" w:frame="1"/>
            <w:lang w:val="en-US" w:eastAsia="ru-RU"/>
          </w:rPr>
          <w:t>I</w:t>
        </w:r>
        <w:r w:rsidRPr="005E3A71">
          <w:rPr>
            <w:rFonts w:ascii="Times New Roman" w:hAnsi="Times New Roman"/>
            <w:b/>
            <w:bCs/>
            <w:color w:val="000000"/>
            <w:sz w:val="28"/>
            <w:szCs w:val="28"/>
            <w:bdr w:val="none" w:sz="0" w:space="0" w:color="auto" w:frame="1"/>
            <w:lang w:eastAsia="ru-RU"/>
          </w:rPr>
          <w:t>.</w:t>
        </w:r>
      </w:smartTag>
      <w:r w:rsidRPr="005E3A71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Общие положения</w:t>
      </w:r>
    </w:p>
    <w:p w:rsidR="0087733B" w:rsidRPr="006C3ECE" w:rsidRDefault="0087733B" w:rsidP="006C3EC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C3E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1.1. Настоящая программа </w:t>
      </w:r>
      <w:r w:rsidRPr="006C3EC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профилактики нарушений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C3EC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разработана в соответствии </w:t>
      </w:r>
      <w:r w:rsidRPr="006C3ECE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 частью 1 статьи 8.2 Федерального закона от 26.12.2008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</w:t>
      </w:r>
      <w:r w:rsidRPr="006C3E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</w:t>
      </w:r>
    </w:p>
    <w:p w:rsidR="0087733B" w:rsidRDefault="0087733B" w:rsidP="005E3A71">
      <w:pPr>
        <w:shd w:val="clear" w:color="auto" w:fill="FFFFFF"/>
        <w:spacing w:after="0" w:line="240" w:lineRule="auto"/>
        <w:jc w:val="center"/>
        <w:textAlignment w:val="baseline"/>
        <w:rPr>
          <w:rFonts w:ascii="inherit" w:hAnsi="inherit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7733B" w:rsidRPr="009F577E" w:rsidRDefault="0087733B" w:rsidP="009F577E">
      <w:pPr>
        <w:shd w:val="clear" w:color="auto" w:fill="FFFFFF"/>
        <w:spacing w:after="0" w:line="240" w:lineRule="auto"/>
        <w:jc w:val="center"/>
        <w:textAlignment w:val="baseline"/>
        <w:rPr>
          <w:rFonts w:ascii="inherit" w:hAnsi="inherit"/>
          <w:color w:val="333333"/>
          <w:sz w:val="24"/>
          <w:szCs w:val="24"/>
          <w:lang w:eastAsia="ru-RU"/>
        </w:rPr>
      </w:pPr>
      <w:r w:rsidRPr="009F577E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II. Мероприятия по профилактике нарушений,</w:t>
      </w:r>
    </w:p>
    <w:p w:rsidR="0087733B" w:rsidRDefault="0087733B" w:rsidP="009F577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9F577E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реализуемые </w:t>
      </w: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9F577E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дминистрацией </w:t>
      </w: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Шептуховского сельсовета</w:t>
      </w:r>
    </w:p>
    <w:p w:rsidR="0087733B" w:rsidRDefault="0087733B" w:rsidP="009F577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Кореневского района Курской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4536"/>
        <w:gridCol w:w="2268"/>
        <w:gridCol w:w="2233"/>
      </w:tblGrid>
      <w:tr w:rsidR="0087733B" w:rsidRPr="001F18D2" w:rsidTr="001F18D2">
        <w:tc>
          <w:tcPr>
            <w:tcW w:w="534" w:type="dxa"/>
          </w:tcPr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color w:val="333333"/>
                <w:sz w:val="24"/>
                <w:szCs w:val="24"/>
                <w:lang w:eastAsia="ru-RU"/>
              </w:rPr>
            </w:pPr>
            <w:r w:rsidRPr="001F18D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 п/п</w:t>
            </w:r>
          </w:p>
        </w:tc>
        <w:tc>
          <w:tcPr>
            <w:tcW w:w="4536" w:type="dxa"/>
          </w:tcPr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1F18D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Наименование</w:t>
            </w:r>
          </w:p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color w:val="333333"/>
                <w:sz w:val="24"/>
                <w:szCs w:val="24"/>
                <w:lang w:eastAsia="ru-RU"/>
              </w:rPr>
            </w:pPr>
            <w:r w:rsidRPr="001F18D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мероприятия</w:t>
            </w:r>
          </w:p>
        </w:tc>
        <w:tc>
          <w:tcPr>
            <w:tcW w:w="2268" w:type="dxa"/>
          </w:tcPr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color w:val="333333"/>
                <w:sz w:val="24"/>
                <w:szCs w:val="24"/>
                <w:lang w:eastAsia="ru-RU"/>
              </w:rPr>
            </w:pPr>
            <w:r w:rsidRPr="001F18D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Срок реализации мероприятия</w:t>
            </w:r>
          </w:p>
        </w:tc>
        <w:tc>
          <w:tcPr>
            <w:tcW w:w="2233" w:type="dxa"/>
          </w:tcPr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color w:val="333333"/>
                <w:sz w:val="24"/>
                <w:szCs w:val="24"/>
                <w:lang w:eastAsia="ru-RU"/>
              </w:rPr>
            </w:pPr>
            <w:r w:rsidRPr="001F18D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Ответственный исполнитель</w:t>
            </w:r>
          </w:p>
        </w:tc>
      </w:tr>
      <w:tr w:rsidR="0087733B" w:rsidRPr="001F18D2" w:rsidTr="001F18D2">
        <w:tc>
          <w:tcPr>
            <w:tcW w:w="534" w:type="dxa"/>
          </w:tcPr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1F18D2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36" w:type="dxa"/>
          </w:tcPr>
          <w:p w:rsidR="0087733B" w:rsidRPr="001F18D2" w:rsidRDefault="0087733B" w:rsidP="001F18D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1F18D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Размещение на официальном сайте МО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268" w:type="dxa"/>
          </w:tcPr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F18D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I квартал </w:t>
            </w:r>
          </w:p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1F18D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2018г</w:t>
            </w:r>
          </w:p>
        </w:tc>
        <w:tc>
          <w:tcPr>
            <w:tcW w:w="2233" w:type="dxa"/>
          </w:tcPr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1F18D2"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Главы Администрации Шептуховского сельсовета Кореневского района</w:t>
            </w:r>
          </w:p>
        </w:tc>
      </w:tr>
      <w:tr w:rsidR="0087733B" w:rsidRPr="001F18D2" w:rsidTr="001F18D2">
        <w:tc>
          <w:tcPr>
            <w:tcW w:w="534" w:type="dxa"/>
          </w:tcPr>
          <w:p w:rsidR="0087733B" w:rsidRPr="001F18D2" w:rsidRDefault="0087733B" w:rsidP="001F18D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1F18D2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36" w:type="dxa"/>
          </w:tcPr>
          <w:p w:rsidR="0087733B" w:rsidRPr="001F18D2" w:rsidRDefault="0087733B" w:rsidP="001F18D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18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87733B" w:rsidRPr="001F18D2" w:rsidRDefault="0087733B" w:rsidP="001F18D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1F18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268" w:type="dxa"/>
          </w:tcPr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1F18D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 течение года (по мере необходимости)</w:t>
            </w:r>
          </w:p>
        </w:tc>
        <w:tc>
          <w:tcPr>
            <w:tcW w:w="2233" w:type="dxa"/>
          </w:tcPr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1F18D2"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Главы Администрации Шептуховского сельсовета Кореневского района</w:t>
            </w:r>
          </w:p>
        </w:tc>
      </w:tr>
      <w:tr w:rsidR="0087733B" w:rsidRPr="001F18D2" w:rsidTr="001F18D2">
        <w:tc>
          <w:tcPr>
            <w:tcW w:w="534" w:type="dxa"/>
          </w:tcPr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1F18D2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36" w:type="dxa"/>
          </w:tcPr>
          <w:p w:rsidR="0087733B" w:rsidRPr="001F18D2" w:rsidRDefault="0087733B" w:rsidP="001F18D2">
            <w:pPr>
              <w:shd w:val="clear" w:color="auto" w:fill="FFFFFF"/>
              <w:spacing w:after="0" w:line="29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1F18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официальных сайтах МО в сети "Интернет"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268" w:type="dxa"/>
          </w:tcPr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F18D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IV квартал </w:t>
            </w:r>
          </w:p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F18D2">
                <w:rPr>
                  <w:rFonts w:ascii="Times New Roman" w:hAnsi="Times New Roman"/>
                  <w:color w:val="000000"/>
                  <w:sz w:val="28"/>
                  <w:szCs w:val="28"/>
                  <w:bdr w:val="none" w:sz="0" w:space="0" w:color="auto" w:frame="1"/>
                  <w:lang w:eastAsia="ru-RU"/>
                </w:rPr>
                <w:t>2018 г</w:t>
              </w:r>
            </w:smartTag>
          </w:p>
        </w:tc>
        <w:tc>
          <w:tcPr>
            <w:tcW w:w="2233" w:type="dxa"/>
          </w:tcPr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1F18D2"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Главы Администрации Шептуховского сельсовета Кореневского района</w:t>
            </w:r>
          </w:p>
        </w:tc>
      </w:tr>
      <w:tr w:rsidR="0087733B" w:rsidRPr="001F18D2" w:rsidTr="001F18D2">
        <w:tc>
          <w:tcPr>
            <w:tcW w:w="534" w:type="dxa"/>
          </w:tcPr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1F18D2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536" w:type="dxa"/>
          </w:tcPr>
          <w:p w:rsidR="0087733B" w:rsidRPr="001F18D2" w:rsidRDefault="0087733B" w:rsidP="001F18D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18D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268" w:type="dxa"/>
          </w:tcPr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color w:val="333333"/>
                <w:sz w:val="24"/>
                <w:szCs w:val="24"/>
                <w:lang w:eastAsia="ru-RU"/>
              </w:rPr>
            </w:pPr>
            <w:r w:rsidRPr="001F18D2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 течение года (по мере необходимости)</w:t>
            </w:r>
          </w:p>
        </w:tc>
        <w:tc>
          <w:tcPr>
            <w:tcW w:w="2233" w:type="dxa"/>
          </w:tcPr>
          <w:p w:rsidR="0087733B" w:rsidRPr="001F18D2" w:rsidRDefault="0087733B" w:rsidP="001F18D2">
            <w:pPr>
              <w:spacing w:after="0" w:line="240" w:lineRule="auto"/>
              <w:jc w:val="center"/>
              <w:textAlignment w:val="baseline"/>
              <w:rPr>
                <w:rFonts w:ascii="inherit" w:hAnsi="inherit"/>
                <w:color w:val="333333"/>
                <w:sz w:val="24"/>
                <w:szCs w:val="24"/>
                <w:lang w:eastAsia="ru-RU"/>
              </w:rPr>
            </w:pPr>
            <w:r w:rsidRPr="001F18D2"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Главы Администрации Шептуховского сельсовета Кореневского района</w:t>
            </w:r>
          </w:p>
        </w:tc>
      </w:tr>
    </w:tbl>
    <w:p w:rsidR="0087733B" w:rsidRPr="009F577E" w:rsidRDefault="0087733B" w:rsidP="003938CB">
      <w:pPr>
        <w:shd w:val="clear" w:color="auto" w:fill="FFFFFF"/>
        <w:spacing w:line="240" w:lineRule="auto"/>
        <w:jc w:val="center"/>
        <w:textAlignment w:val="baseline"/>
        <w:rPr>
          <w:rFonts w:ascii="inherit" w:hAnsi="inherit"/>
          <w:color w:val="333333"/>
          <w:sz w:val="24"/>
          <w:szCs w:val="24"/>
          <w:lang w:eastAsia="ru-RU"/>
        </w:rPr>
      </w:pPr>
    </w:p>
    <w:sectPr w:rsidR="0087733B" w:rsidRPr="009F577E" w:rsidSect="0043764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65BA1"/>
    <w:multiLevelType w:val="multilevel"/>
    <w:tmpl w:val="DD4E7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577E"/>
    <w:rsid w:val="000B6963"/>
    <w:rsid w:val="00171030"/>
    <w:rsid w:val="001A6612"/>
    <w:rsid w:val="001F18D2"/>
    <w:rsid w:val="003938CB"/>
    <w:rsid w:val="003E5185"/>
    <w:rsid w:val="0043764A"/>
    <w:rsid w:val="005025B1"/>
    <w:rsid w:val="005E3A71"/>
    <w:rsid w:val="006C3ECE"/>
    <w:rsid w:val="00784130"/>
    <w:rsid w:val="007D73C1"/>
    <w:rsid w:val="00865348"/>
    <w:rsid w:val="0087733B"/>
    <w:rsid w:val="008875A7"/>
    <w:rsid w:val="00896344"/>
    <w:rsid w:val="009A5357"/>
    <w:rsid w:val="009F577E"/>
    <w:rsid w:val="00AE54BA"/>
    <w:rsid w:val="00B15B69"/>
    <w:rsid w:val="00C3542F"/>
    <w:rsid w:val="00D95C9B"/>
    <w:rsid w:val="00E115E6"/>
    <w:rsid w:val="00E1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C9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F5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57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C3E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87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724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242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87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4</Pages>
  <Words>678</Words>
  <Characters>3867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</cp:revision>
  <cp:lastPrinted>2018-01-12T07:45:00Z</cp:lastPrinted>
  <dcterms:created xsi:type="dcterms:W3CDTF">2017-12-14T12:04:00Z</dcterms:created>
  <dcterms:modified xsi:type="dcterms:W3CDTF">2018-01-12T07:45:00Z</dcterms:modified>
</cp:coreProperties>
</file>